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911" w:rsidRPr="000D34FA" w:rsidRDefault="00CE3911" w:rsidP="000D34FA">
      <w:pPr>
        <w:ind w:right="-390"/>
        <w:rPr>
          <w:rFonts w:ascii="Times New Roman" w:hAnsi="Times New Roman" w:cs="Times New Roman"/>
          <w:sz w:val="28"/>
          <w:szCs w:val="28"/>
          <w:lang w:val="uk-UA"/>
        </w:rPr>
      </w:pPr>
      <w:r>
        <w:t xml:space="preserve">                                        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                 </w:t>
      </w:r>
      <w:r w:rsidRPr="000D34FA">
        <w:rPr>
          <w:sz w:val="28"/>
          <w:szCs w:val="28"/>
        </w:rPr>
        <w:t>Форма 3</w:t>
      </w:r>
    </w:p>
    <w:p w:rsidR="00CE3911" w:rsidRPr="002F3A73" w:rsidRDefault="00CE3911" w:rsidP="00C7531F">
      <w:pPr>
        <w:pStyle w:val="a"/>
        <w:spacing w:after="0"/>
        <w:ind w:right="-73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2F3A73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підпункту 5) </w:t>
      </w:r>
      <w:r w:rsidRPr="002F3A73">
        <w:rPr>
          <w:rFonts w:ascii="Times New Roman" w:hAnsi="Times New Roman" w:cs="Times New Roman"/>
          <w:sz w:val="28"/>
          <w:szCs w:val="28"/>
        </w:rPr>
        <w:t xml:space="preserve">пункту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CE3911" w:rsidRPr="00517D29" w:rsidRDefault="00CE3911" w:rsidP="00C753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517D29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:rsidR="00CE3911" w:rsidRDefault="00CE3911" w:rsidP="00C7531F">
      <w:pPr>
        <w:spacing w:after="0" w:line="240" w:lineRule="auto"/>
        <w:ind w:left="9204" w:right="-37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район</w:t>
      </w:r>
      <w:r w:rsidRPr="00517D29">
        <w:rPr>
          <w:rFonts w:ascii="Times New Roman" w:hAnsi="Times New Roman" w:cs="Times New Roman"/>
          <w:sz w:val="28"/>
          <w:szCs w:val="28"/>
        </w:rPr>
        <w:t>ної державної адміністрації</w:t>
      </w:r>
    </w:p>
    <w:p w:rsidR="00CE3911" w:rsidRDefault="00CE3911" w:rsidP="00C7531F">
      <w:pPr>
        <w:tabs>
          <w:tab w:val="left" w:pos="11400"/>
        </w:tabs>
        <w:spacing w:after="0" w:line="240" w:lineRule="auto"/>
        <w:ind w:left="9204" w:right="-3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05.05.2017 № 159</w:t>
      </w:r>
    </w:p>
    <w:p w:rsidR="00CE3911" w:rsidRDefault="00CE3911" w:rsidP="00C7531F">
      <w:pPr>
        <w:tabs>
          <w:tab w:val="left" w:pos="11400"/>
        </w:tabs>
        <w:spacing w:after="0" w:line="240" w:lineRule="auto"/>
        <w:ind w:left="9204" w:right="-370"/>
        <w:rPr>
          <w:rFonts w:ascii="Times New Roman" w:hAnsi="Times New Roman" w:cs="Times New Roman"/>
          <w:sz w:val="28"/>
          <w:szCs w:val="28"/>
          <w:lang w:val="uk-UA"/>
        </w:rPr>
      </w:pPr>
    </w:p>
    <w:p w:rsidR="00CE3911" w:rsidRPr="00C7531F" w:rsidRDefault="00CE3911" w:rsidP="00C7531F">
      <w:pPr>
        <w:ind w:right="-39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</w:p>
    <w:p w:rsidR="00CE3911" w:rsidRDefault="00CE3911" w:rsidP="00C7531F">
      <w:pPr>
        <w:tabs>
          <w:tab w:val="left" w:pos="11400"/>
        </w:tabs>
        <w:spacing w:after="0" w:line="240" w:lineRule="auto"/>
        <w:ind w:left="9204" w:right="-370"/>
        <w:rPr>
          <w:rFonts w:ascii="Times New Roman" w:hAnsi="Times New Roman" w:cs="Times New Roman"/>
          <w:sz w:val="28"/>
          <w:szCs w:val="28"/>
          <w:lang w:val="uk-UA"/>
        </w:rPr>
      </w:pPr>
    </w:p>
    <w:p w:rsidR="00CE3911" w:rsidRDefault="00CE3911" w:rsidP="00E83D9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83D93">
        <w:rPr>
          <w:rFonts w:ascii="Times New Roman" w:hAnsi="Times New Roman" w:cs="Times New Roman"/>
          <w:b/>
          <w:bCs/>
          <w:sz w:val="28"/>
          <w:szCs w:val="28"/>
        </w:rPr>
        <w:t xml:space="preserve">Інформація про земельні відносини в _________________________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сільській раді </w:t>
      </w:r>
      <w:r w:rsidRPr="00E83D93">
        <w:rPr>
          <w:rFonts w:ascii="Times New Roman" w:hAnsi="Times New Roman" w:cs="Times New Roman"/>
          <w:b/>
          <w:bCs/>
          <w:sz w:val="28"/>
          <w:szCs w:val="28"/>
        </w:rPr>
        <w:t xml:space="preserve">(ОТГ)  </w:t>
      </w:r>
    </w:p>
    <w:p w:rsidR="00CE3911" w:rsidRPr="00E83D93" w:rsidRDefault="00CE3911" w:rsidP="00E83D9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D93">
        <w:rPr>
          <w:rFonts w:ascii="Times New Roman" w:hAnsi="Times New Roman" w:cs="Times New Roman"/>
          <w:b/>
          <w:bCs/>
          <w:sz w:val="28"/>
          <w:szCs w:val="28"/>
        </w:rPr>
        <w:t>станом на  01.04.2017 року</w:t>
      </w:r>
    </w:p>
    <w:tbl>
      <w:tblPr>
        <w:tblW w:w="15324" w:type="dxa"/>
        <w:tblInd w:w="-106" w:type="dxa"/>
        <w:tblLook w:val="00A0"/>
      </w:tblPr>
      <w:tblGrid>
        <w:gridCol w:w="556"/>
        <w:gridCol w:w="2294"/>
        <w:gridCol w:w="1701"/>
        <w:gridCol w:w="2126"/>
        <w:gridCol w:w="1843"/>
        <w:gridCol w:w="1559"/>
        <w:gridCol w:w="1388"/>
        <w:gridCol w:w="1813"/>
        <w:gridCol w:w="2044"/>
      </w:tblGrid>
      <w:tr w:rsidR="00CE3911" w:rsidRPr="00F15115">
        <w:trPr>
          <w:trHeight w:val="2276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11" w:rsidRPr="008A5812" w:rsidRDefault="00CE3911" w:rsidP="00802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5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911" w:rsidRPr="008A5812" w:rsidRDefault="00CE3911" w:rsidP="00802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5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Найменування орендодавця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911" w:rsidRPr="008A5812" w:rsidRDefault="00CE3911" w:rsidP="00802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5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 земельної ділянки, переданої в оренду, га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911" w:rsidRPr="008A5812" w:rsidRDefault="00CE3911" w:rsidP="00802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5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Місце розташу-вання земельної ділянки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911" w:rsidRPr="008A5812" w:rsidRDefault="00CE3911" w:rsidP="00802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5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укладання договору оренди земельної ділянки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911" w:rsidRPr="008A5812" w:rsidRDefault="00CE3911" w:rsidP="00802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5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державної реєстрації </w:t>
            </w:r>
            <w:r w:rsidRPr="008A5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договору оренди земельної ділянки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911" w:rsidRPr="008A5812" w:rsidRDefault="00CE3911" w:rsidP="00802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5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Строк дії договору оренди земельної ділянки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911" w:rsidRPr="008A5812" w:rsidRDefault="00CE3911" w:rsidP="00802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A5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Грошова оцінка земельної ділянки з коефіцієнтом індексації, грн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911" w:rsidRPr="008A5812" w:rsidRDefault="00CE3911" w:rsidP="00802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5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Цільове призначення земельної ділянки</w:t>
            </w:r>
          </w:p>
        </w:tc>
      </w:tr>
      <w:tr w:rsidR="00CE3911" w:rsidRPr="00F15115">
        <w:trPr>
          <w:trHeight w:val="3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A5812" w:rsidRDefault="00CE3911" w:rsidP="00C75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5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E3911" w:rsidRPr="00F15115">
        <w:trPr>
          <w:trHeight w:val="3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A5812" w:rsidRDefault="00CE3911" w:rsidP="00C75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5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E3911" w:rsidRPr="00F15115">
        <w:trPr>
          <w:trHeight w:val="3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A5812" w:rsidRDefault="00CE3911" w:rsidP="00C75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58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3911" w:rsidRPr="00802127" w:rsidRDefault="00CE3911" w:rsidP="00802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2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CE3911" w:rsidRPr="00E83D93" w:rsidRDefault="00CE3911">
      <w:pPr>
        <w:rPr>
          <w:lang w:val="en-US"/>
        </w:rPr>
      </w:pPr>
    </w:p>
    <w:sectPr w:rsidR="00CE3911" w:rsidRPr="00E83D93" w:rsidSect="000D34FA">
      <w:pgSz w:w="16838" w:h="11906" w:orient="landscape"/>
      <w:pgMar w:top="71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D93"/>
    <w:rsid w:val="000005F7"/>
    <w:rsid w:val="00002579"/>
    <w:rsid w:val="000029D6"/>
    <w:rsid w:val="00004F7E"/>
    <w:rsid w:val="00007B95"/>
    <w:rsid w:val="000129A2"/>
    <w:rsid w:val="00013CB5"/>
    <w:rsid w:val="000144CF"/>
    <w:rsid w:val="00015791"/>
    <w:rsid w:val="00021DFC"/>
    <w:rsid w:val="00022594"/>
    <w:rsid w:val="0002314D"/>
    <w:rsid w:val="00023231"/>
    <w:rsid w:val="00027531"/>
    <w:rsid w:val="0003217D"/>
    <w:rsid w:val="00041EE9"/>
    <w:rsid w:val="000423B2"/>
    <w:rsid w:val="00042C3A"/>
    <w:rsid w:val="00043467"/>
    <w:rsid w:val="00043D29"/>
    <w:rsid w:val="00046034"/>
    <w:rsid w:val="00046503"/>
    <w:rsid w:val="00046760"/>
    <w:rsid w:val="000505E9"/>
    <w:rsid w:val="000529B3"/>
    <w:rsid w:val="00054C0B"/>
    <w:rsid w:val="00056977"/>
    <w:rsid w:val="00057D27"/>
    <w:rsid w:val="0006207E"/>
    <w:rsid w:val="000623D0"/>
    <w:rsid w:val="0006253A"/>
    <w:rsid w:val="000626A7"/>
    <w:rsid w:val="00066697"/>
    <w:rsid w:val="0006701F"/>
    <w:rsid w:val="00071FE9"/>
    <w:rsid w:val="00076617"/>
    <w:rsid w:val="00076C4A"/>
    <w:rsid w:val="00077020"/>
    <w:rsid w:val="00077A66"/>
    <w:rsid w:val="000811A1"/>
    <w:rsid w:val="00085B1E"/>
    <w:rsid w:val="000866DB"/>
    <w:rsid w:val="00090A65"/>
    <w:rsid w:val="00090C1C"/>
    <w:rsid w:val="000A29C3"/>
    <w:rsid w:val="000B0CFF"/>
    <w:rsid w:val="000B6B55"/>
    <w:rsid w:val="000C2219"/>
    <w:rsid w:val="000C78AB"/>
    <w:rsid w:val="000D0722"/>
    <w:rsid w:val="000D190F"/>
    <w:rsid w:val="000D34FA"/>
    <w:rsid w:val="000D4AD2"/>
    <w:rsid w:val="000D6511"/>
    <w:rsid w:val="000D65B8"/>
    <w:rsid w:val="000E0BC7"/>
    <w:rsid w:val="000E0E4B"/>
    <w:rsid w:val="000E2C75"/>
    <w:rsid w:val="000E6BEC"/>
    <w:rsid w:val="000F1B7F"/>
    <w:rsid w:val="000F4FE6"/>
    <w:rsid w:val="000F5B99"/>
    <w:rsid w:val="000F6280"/>
    <w:rsid w:val="000F63F7"/>
    <w:rsid w:val="00101C57"/>
    <w:rsid w:val="00107C0A"/>
    <w:rsid w:val="001111CB"/>
    <w:rsid w:val="00112096"/>
    <w:rsid w:val="001148C8"/>
    <w:rsid w:val="0011502E"/>
    <w:rsid w:val="00115B0B"/>
    <w:rsid w:val="001216A7"/>
    <w:rsid w:val="0012309A"/>
    <w:rsid w:val="00123464"/>
    <w:rsid w:val="00124592"/>
    <w:rsid w:val="00127423"/>
    <w:rsid w:val="00130C2A"/>
    <w:rsid w:val="00133EDF"/>
    <w:rsid w:val="001347DA"/>
    <w:rsid w:val="00136840"/>
    <w:rsid w:val="001372A1"/>
    <w:rsid w:val="00137421"/>
    <w:rsid w:val="001424BE"/>
    <w:rsid w:val="00145614"/>
    <w:rsid w:val="00145981"/>
    <w:rsid w:val="00146A92"/>
    <w:rsid w:val="0014751C"/>
    <w:rsid w:val="00160426"/>
    <w:rsid w:val="001627AA"/>
    <w:rsid w:val="00163C77"/>
    <w:rsid w:val="00164578"/>
    <w:rsid w:val="00165FC1"/>
    <w:rsid w:val="00166049"/>
    <w:rsid w:val="00171EBD"/>
    <w:rsid w:val="00174474"/>
    <w:rsid w:val="00176A41"/>
    <w:rsid w:val="0018728B"/>
    <w:rsid w:val="00187690"/>
    <w:rsid w:val="001901B7"/>
    <w:rsid w:val="0019078B"/>
    <w:rsid w:val="0019106B"/>
    <w:rsid w:val="00192875"/>
    <w:rsid w:val="00193B46"/>
    <w:rsid w:val="00196774"/>
    <w:rsid w:val="001A3071"/>
    <w:rsid w:val="001A5366"/>
    <w:rsid w:val="001A5593"/>
    <w:rsid w:val="001A5756"/>
    <w:rsid w:val="001B3138"/>
    <w:rsid w:val="001B3771"/>
    <w:rsid w:val="001B412A"/>
    <w:rsid w:val="001B5888"/>
    <w:rsid w:val="001B6FCD"/>
    <w:rsid w:val="001C2D7E"/>
    <w:rsid w:val="001D1540"/>
    <w:rsid w:val="001D58A2"/>
    <w:rsid w:val="001D6E18"/>
    <w:rsid w:val="001E49F9"/>
    <w:rsid w:val="001E59CB"/>
    <w:rsid w:val="001F0C5C"/>
    <w:rsid w:val="001F2382"/>
    <w:rsid w:val="001F2F3B"/>
    <w:rsid w:val="001F433C"/>
    <w:rsid w:val="001F558B"/>
    <w:rsid w:val="001F63AD"/>
    <w:rsid w:val="001F7743"/>
    <w:rsid w:val="0020329D"/>
    <w:rsid w:val="002104F6"/>
    <w:rsid w:val="00213659"/>
    <w:rsid w:val="00213910"/>
    <w:rsid w:val="002152B2"/>
    <w:rsid w:val="0021542C"/>
    <w:rsid w:val="00224757"/>
    <w:rsid w:val="00227720"/>
    <w:rsid w:val="00227BEA"/>
    <w:rsid w:val="00231A4B"/>
    <w:rsid w:val="00233DFB"/>
    <w:rsid w:val="00237475"/>
    <w:rsid w:val="002375A4"/>
    <w:rsid w:val="00240156"/>
    <w:rsid w:val="00242215"/>
    <w:rsid w:val="00242AF0"/>
    <w:rsid w:val="00242B95"/>
    <w:rsid w:val="00246A2B"/>
    <w:rsid w:val="00246ACC"/>
    <w:rsid w:val="00254265"/>
    <w:rsid w:val="002576EF"/>
    <w:rsid w:val="0026491C"/>
    <w:rsid w:val="00265A64"/>
    <w:rsid w:val="00266A01"/>
    <w:rsid w:val="0027138A"/>
    <w:rsid w:val="00272989"/>
    <w:rsid w:val="00273E17"/>
    <w:rsid w:val="00273F9A"/>
    <w:rsid w:val="0027442B"/>
    <w:rsid w:val="002759E2"/>
    <w:rsid w:val="002769C3"/>
    <w:rsid w:val="00276A07"/>
    <w:rsid w:val="00281760"/>
    <w:rsid w:val="00281B91"/>
    <w:rsid w:val="00283F97"/>
    <w:rsid w:val="00285102"/>
    <w:rsid w:val="00286F4C"/>
    <w:rsid w:val="00287BB0"/>
    <w:rsid w:val="002909DC"/>
    <w:rsid w:val="00292E70"/>
    <w:rsid w:val="00293834"/>
    <w:rsid w:val="002A0C92"/>
    <w:rsid w:val="002A10D9"/>
    <w:rsid w:val="002A2775"/>
    <w:rsid w:val="002A3C2B"/>
    <w:rsid w:val="002A4804"/>
    <w:rsid w:val="002A7C3B"/>
    <w:rsid w:val="002B386F"/>
    <w:rsid w:val="002C1011"/>
    <w:rsid w:val="002C3ADA"/>
    <w:rsid w:val="002C43C0"/>
    <w:rsid w:val="002C4BAF"/>
    <w:rsid w:val="002C4D80"/>
    <w:rsid w:val="002C5145"/>
    <w:rsid w:val="002C693F"/>
    <w:rsid w:val="002C77D6"/>
    <w:rsid w:val="002D050A"/>
    <w:rsid w:val="002D0BAC"/>
    <w:rsid w:val="002D0DC8"/>
    <w:rsid w:val="002D24FD"/>
    <w:rsid w:val="002D679A"/>
    <w:rsid w:val="002E06DB"/>
    <w:rsid w:val="002E24E6"/>
    <w:rsid w:val="002E3964"/>
    <w:rsid w:val="002E4975"/>
    <w:rsid w:val="002E4B62"/>
    <w:rsid w:val="002E4E01"/>
    <w:rsid w:val="002E5C83"/>
    <w:rsid w:val="002E6097"/>
    <w:rsid w:val="002F149B"/>
    <w:rsid w:val="002F27E3"/>
    <w:rsid w:val="002F3A05"/>
    <w:rsid w:val="002F3A73"/>
    <w:rsid w:val="00302DBC"/>
    <w:rsid w:val="00303109"/>
    <w:rsid w:val="00303490"/>
    <w:rsid w:val="00303565"/>
    <w:rsid w:val="003047B2"/>
    <w:rsid w:val="003048B8"/>
    <w:rsid w:val="00307011"/>
    <w:rsid w:val="00307690"/>
    <w:rsid w:val="003100FB"/>
    <w:rsid w:val="00310357"/>
    <w:rsid w:val="0031121B"/>
    <w:rsid w:val="00311355"/>
    <w:rsid w:val="00317B3E"/>
    <w:rsid w:val="00321D82"/>
    <w:rsid w:val="0032471A"/>
    <w:rsid w:val="0032476E"/>
    <w:rsid w:val="00326F4D"/>
    <w:rsid w:val="003314C3"/>
    <w:rsid w:val="003340E4"/>
    <w:rsid w:val="00334289"/>
    <w:rsid w:val="003345C8"/>
    <w:rsid w:val="0033503C"/>
    <w:rsid w:val="003368B3"/>
    <w:rsid w:val="003378A7"/>
    <w:rsid w:val="00342A52"/>
    <w:rsid w:val="0034301B"/>
    <w:rsid w:val="00346A42"/>
    <w:rsid w:val="00347A85"/>
    <w:rsid w:val="0035030B"/>
    <w:rsid w:val="00350652"/>
    <w:rsid w:val="00351399"/>
    <w:rsid w:val="0035147D"/>
    <w:rsid w:val="00351F3B"/>
    <w:rsid w:val="00353349"/>
    <w:rsid w:val="00354E9A"/>
    <w:rsid w:val="00363859"/>
    <w:rsid w:val="0036496E"/>
    <w:rsid w:val="00367B8E"/>
    <w:rsid w:val="0037655C"/>
    <w:rsid w:val="00380987"/>
    <w:rsid w:val="00391118"/>
    <w:rsid w:val="00392FC0"/>
    <w:rsid w:val="003947AA"/>
    <w:rsid w:val="00395AD9"/>
    <w:rsid w:val="003A1264"/>
    <w:rsid w:val="003A2019"/>
    <w:rsid w:val="003B0A61"/>
    <w:rsid w:val="003B18A8"/>
    <w:rsid w:val="003B287F"/>
    <w:rsid w:val="003B68FA"/>
    <w:rsid w:val="003C009E"/>
    <w:rsid w:val="003C04D3"/>
    <w:rsid w:val="003C469D"/>
    <w:rsid w:val="003C516E"/>
    <w:rsid w:val="003C52CE"/>
    <w:rsid w:val="003C5664"/>
    <w:rsid w:val="003C5BFB"/>
    <w:rsid w:val="003D12E1"/>
    <w:rsid w:val="003D457F"/>
    <w:rsid w:val="003D4912"/>
    <w:rsid w:val="003D5548"/>
    <w:rsid w:val="003D6651"/>
    <w:rsid w:val="003D7CB5"/>
    <w:rsid w:val="003E1803"/>
    <w:rsid w:val="003F0243"/>
    <w:rsid w:val="003F30CA"/>
    <w:rsid w:val="003F55BB"/>
    <w:rsid w:val="004007E5"/>
    <w:rsid w:val="004009B0"/>
    <w:rsid w:val="004014FB"/>
    <w:rsid w:val="0040228D"/>
    <w:rsid w:val="00406E29"/>
    <w:rsid w:val="00410D82"/>
    <w:rsid w:val="004115B5"/>
    <w:rsid w:val="0041699B"/>
    <w:rsid w:val="0042020A"/>
    <w:rsid w:val="00425C83"/>
    <w:rsid w:val="004314C0"/>
    <w:rsid w:val="00433FEA"/>
    <w:rsid w:val="00437510"/>
    <w:rsid w:val="004437D7"/>
    <w:rsid w:val="00445EBC"/>
    <w:rsid w:val="00450816"/>
    <w:rsid w:val="00451055"/>
    <w:rsid w:val="004521A9"/>
    <w:rsid w:val="004524C7"/>
    <w:rsid w:val="004531CE"/>
    <w:rsid w:val="0045407F"/>
    <w:rsid w:val="0045486F"/>
    <w:rsid w:val="0045780E"/>
    <w:rsid w:val="00460D6D"/>
    <w:rsid w:val="004618DB"/>
    <w:rsid w:val="004641D2"/>
    <w:rsid w:val="00465944"/>
    <w:rsid w:val="00465949"/>
    <w:rsid w:val="004660FD"/>
    <w:rsid w:val="0047002A"/>
    <w:rsid w:val="00471909"/>
    <w:rsid w:val="00474AF2"/>
    <w:rsid w:val="00476026"/>
    <w:rsid w:val="0047700B"/>
    <w:rsid w:val="004833C6"/>
    <w:rsid w:val="0048486F"/>
    <w:rsid w:val="00486493"/>
    <w:rsid w:val="004934C5"/>
    <w:rsid w:val="0049531D"/>
    <w:rsid w:val="004960F2"/>
    <w:rsid w:val="004A32B9"/>
    <w:rsid w:val="004A3485"/>
    <w:rsid w:val="004A7389"/>
    <w:rsid w:val="004B0DB7"/>
    <w:rsid w:val="004B21B9"/>
    <w:rsid w:val="004B3362"/>
    <w:rsid w:val="004B3988"/>
    <w:rsid w:val="004B4682"/>
    <w:rsid w:val="004B536F"/>
    <w:rsid w:val="004B75CD"/>
    <w:rsid w:val="004C5B78"/>
    <w:rsid w:val="004C6CA7"/>
    <w:rsid w:val="004C775D"/>
    <w:rsid w:val="004D1B9C"/>
    <w:rsid w:val="004D1D34"/>
    <w:rsid w:val="004D706E"/>
    <w:rsid w:val="004E20AC"/>
    <w:rsid w:val="004E5D2A"/>
    <w:rsid w:val="004E7128"/>
    <w:rsid w:val="004F19EB"/>
    <w:rsid w:val="004F2063"/>
    <w:rsid w:val="004F3BCA"/>
    <w:rsid w:val="004F5482"/>
    <w:rsid w:val="004F60D2"/>
    <w:rsid w:val="0050061A"/>
    <w:rsid w:val="00501AE8"/>
    <w:rsid w:val="00503955"/>
    <w:rsid w:val="00503EF0"/>
    <w:rsid w:val="005040EF"/>
    <w:rsid w:val="00506174"/>
    <w:rsid w:val="005063B4"/>
    <w:rsid w:val="00506A29"/>
    <w:rsid w:val="00507F12"/>
    <w:rsid w:val="00512D25"/>
    <w:rsid w:val="00512EBF"/>
    <w:rsid w:val="005177C2"/>
    <w:rsid w:val="00517D29"/>
    <w:rsid w:val="00522F8F"/>
    <w:rsid w:val="00523A8C"/>
    <w:rsid w:val="00524DCB"/>
    <w:rsid w:val="0052575B"/>
    <w:rsid w:val="00527F70"/>
    <w:rsid w:val="005408F2"/>
    <w:rsid w:val="00541084"/>
    <w:rsid w:val="00541E52"/>
    <w:rsid w:val="00542402"/>
    <w:rsid w:val="00542B26"/>
    <w:rsid w:val="00552E99"/>
    <w:rsid w:val="00553489"/>
    <w:rsid w:val="00554CC1"/>
    <w:rsid w:val="005623BC"/>
    <w:rsid w:val="00562B13"/>
    <w:rsid w:val="0056478A"/>
    <w:rsid w:val="00567771"/>
    <w:rsid w:val="005710A9"/>
    <w:rsid w:val="00574CB8"/>
    <w:rsid w:val="00575014"/>
    <w:rsid w:val="00575F9E"/>
    <w:rsid w:val="005769DC"/>
    <w:rsid w:val="00576A6F"/>
    <w:rsid w:val="00577556"/>
    <w:rsid w:val="005846CF"/>
    <w:rsid w:val="00587E45"/>
    <w:rsid w:val="00591E21"/>
    <w:rsid w:val="00595599"/>
    <w:rsid w:val="005A1AD2"/>
    <w:rsid w:val="005A2F12"/>
    <w:rsid w:val="005A53C4"/>
    <w:rsid w:val="005A7EF6"/>
    <w:rsid w:val="005B792E"/>
    <w:rsid w:val="005B796A"/>
    <w:rsid w:val="005C1ADD"/>
    <w:rsid w:val="005C36AA"/>
    <w:rsid w:val="005C36EF"/>
    <w:rsid w:val="005C3D3A"/>
    <w:rsid w:val="005D011C"/>
    <w:rsid w:val="005D03E3"/>
    <w:rsid w:val="005D07BA"/>
    <w:rsid w:val="005D3083"/>
    <w:rsid w:val="005D72FD"/>
    <w:rsid w:val="005E18AB"/>
    <w:rsid w:val="005E43AE"/>
    <w:rsid w:val="005E43BC"/>
    <w:rsid w:val="005E4F28"/>
    <w:rsid w:val="005E4F8D"/>
    <w:rsid w:val="005E7A40"/>
    <w:rsid w:val="005F37EC"/>
    <w:rsid w:val="005F6083"/>
    <w:rsid w:val="005F69C8"/>
    <w:rsid w:val="005F71DE"/>
    <w:rsid w:val="005F773F"/>
    <w:rsid w:val="0060036A"/>
    <w:rsid w:val="00604186"/>
    <w:rsid w:val="00610C9F"/>
    <w:rsid w:val="00614D02"/>
    <w:rsid w:val="00615F88"/>
    <w:rsid w:val="00616447"/>
    <w:rsid w:val="00623832"/>
    <w:rsid w:val="0062764E"/>
    <w:rsid w:val="00627830"/>
    <w:rsid w:val="006345D5"/>
    <w:rsid w:val="00635CEC"/>
    <w:rsid w:val="00635DE1"/>
    <w:rsid w:val="00644E0E"/>
    <w:rsid w:val="00656562"/>
    <w:rsid w:val="00660552"/>
    <w:rsid w:val="00662131"/>
    <w:rsid w:val="00667356"/>
    <w:rsid w:val="00667E09"/>
    <w:rsid w:val="00671F07"/>
    <w:rsid w:val="00672E19"/>
    <w:rsid w:val="006730F3"/>
    <w:rsid w:val="0067371D"/>
    <w:rsid w:val="006753F1"/>
    <w:rsid w:val="006762F6"/>
    <w:rsid w:val="00682F14"/>
    <w:rsid w:val="00685876"/>
    <w:rsid w:val="00685B97"/>
    <w:rsid w:val="00686E1C"/>
    <w:rsid w:val="00695959"/>
    <w:rsid w:val="0069678D"/>
    <w:rsid w:val="0069685F"/>
    <w:rsid w:val="006A14E4"/>
    <w:rsid w:val="006A2D8D"/>
    <w:rsid w:val="006A61DE"/>
    <w:rsid w:val="006A7375"/>
    <w:rsid w:val="006B600E"/>
    <w:rsid w:val="006C2ED6"/>
    <w:rsid w:val="006C41C8"/>
    <w:rsid w:val="006C4459"/>
    <w:rsid w:val="006C6061"/>
    <w:rsid w:val="006D0ACA"/>
    <w:rsid w:val="006D3B8F"/>
    <w:rsid w:val="006D452C"/>
    <w:rsid w:val="006E0121"/>
    <w:rsid w:val="006E12AD"/>
    <w:rsid w:val="006E5281"/>
    <w:rsid w:val="006F552C"/>
    <w:rsid w:val="00700FC2"/>
    <w:rsid w:val="00701ADD"/>
    <w:rsid w:val="007022C2"/>
    <w:rsid w:val="007065FE"/>
    <w:rsid w:val="0070700F"/>
    <w:rsid w:val="007074FC"/>
    <w:rsid w:val="00707987"/>
    <w:rsid w:val="0071139C"/>
    <w:rsid w:val="00712340"/>
    <w:rsid w:val="00713B70"/>
    <w:rsid w:val="007152D9"/>
    <w:rsid w:val="00717E4C"/>
    <w:rsid w:val="00720CAE"/>
    <w:rsid w:val="007217D6"/>
    <w:rsid w:val="007236DF"/>
    <w:rsid w:val="00724CC6"/>
    <w:rsid w:val="00725736"/>
    <w:rsid w:val="00733665"/>
    <w:rsid w:val="00735B51"/>
    <w:rsid w:val="00736041"/>
    <w:rsid w:val="0074070D"/>
    <w:rsid w:val="00742A71"/>
    <w:rsid w:val="00742AAC"/>
    <w:rsid w:val="00745CBD"/>
    <w:rsid w:val="00750202"/>
    <w:rsid w:val="00752EC6"/>
    <w:rsid w:val="00753C49"/>
    <w:rsid w:val="00754687"/>
    <w:rsid w:val="00754824"/>
    <w:rsid w:val="007549AC"/>
    <w:rsid w:val="00754E92"/>
    <w:rsid w:val="00756E18"/>
    <w:rsid w:val="00757B78"/>
    <w:rsid w:val="007611BE"/>
    <w:rsid w:val="007615A7"/>
    <w:rsid w:val="00763007"/>
    <w:rsid w:val="0076577D"/>
    <w:rsid w:val="007755F0"/>
    <w:rsid w:val="00776372"/>
    <w:rsid w:val="0078288D"/>
    <w:rsid w:val="00791C21"/>
    <w:rsid w:val="00792887"/>
    <w:rsid w:val="00792F96"/>
    <w:rsid w:val="007943F9"/>
    <w:rsid w:val="007952D6"/>
    <w:rsid w:val="00795CA5"/>
    <w:rsid w:val="007A38E3"/>
    <w:rsid w:val="007A5EEB"/>
    <w:rsid w:val="007B5700"/>
    <w:rsid w:val="007B5AC2"/>
    <w:rsid w:val="007C08A9"/>
    <w:rsid w:val="007C2433"/>
    <w:rsid w:val="007C35A7"/>
    <w:rsid w:val="007C3753"/>
    <w:rsid w:val="007C7757"/>
    <w:rsid w:val="007D135C"/>
    <w:rsid w:val="007D213C"/>
    <w:rsid w:val="007D291C"/>
    <w:rsid w:val="007D3981"/>
    <w:rsid w:val="007D3A71"/>
    <w:rsid w:val="007D52A9"/>
    <w:rsid w:val="007E014C"/>
    <w:rsid w:val="007E164C"/>
    <w:rsid w:val="007E1E14"/>
    <w:rsid w:val="007E2C42"/>
    <w:rsid w:val="007E5AE2"/>
    <w:rsid w:val="007F1462"/>
    <w:rsid w:val="007F4880"/>
    <w:rsid w:val="007F5D30"/>
    <w:rsid w:val="007F7448"/>
    <w:rsid w:val="007F787B"/>
    <w:rsid w:val="00802127"/>
    <w:rsid w:val="00804E6D"/>
    <w:rsid w:val="0080534A"/>
    <w:rsid w:val="008059EC"/>
    <w:rsid w:val="00806D8B"/>
    <w:rsid w:val="00813C0E"/>
    <w:rsid w:val="00813DF0"/>
    <w:rsid w:val="008146E9"/>
    <w:rsid w:val="0082107D"/>
    <w:rsid w:val="00822C4C"/>
    <w:rsid w:val="00825172"/>
    <w:rsid w:val="00825377"/>
    <w:rsid w:val="0083225D"/>
    <w:rsid w:val="00834DB9"/>
    <w:rsid w:val="0083532C"/>
    <w:rsid w:val="0083629B"/>
    <w:rsid w:val="00843378"/>
    <w:rsid w:val="008438A6"/>
    <w:rsid w:val="00843A15"/>
    <w:rsid w:val="00846195"/>
    <w:rsid w:val="00852409"/>
    <w:rsid w:val="008528C3"/>
    <w:rsid w:val="008552BB"/>
    <w:rsid w:val="008576C7"/>
    <w:rsid w:val="008576E3"/>
    <w:rsid w:val="008612CB"/>
    <w:rsid w:val="00861343"/>
    <w:rsid w:val="008644DA"/>
    <w:rsid w:val="008656C9"/>
    <w:rsid w:val="00866150"/>
    <w:rsid w:val="008667E6"/>
    <w:rsid w:val="00866ABC"/>
    <w:rsid w:val="008708E4"/>
    <w:rsid w:val="008728C3"/>
    <w:rsid w:val="00872E65"/>
    <w:rsid w:val="008741FF"/>
    <w:rsid w:val="00874981"/>
    <w:rsid w:val="00875190"/>
    <w:rsid w:val="00875E0E"/>
    <w:rsid w:val="0087645E"/>
    <w:rsid w:val="00876D99"/>
    <w:rsid w:val="00885E4D"/>
    <w:rsid w:val="00886DF3"/>
    <w:rsid w:val="00891AD4"/>
    <w:rsid w:val="0089381B"/>
    <w:rsid w:val="0089439D"/>
    <w:rsid w:val="008948C4"/>
    <w:rsid w:val="0089568B"/>
    <w:rsid w:val="00895E08"/>
    <w:rsid w:val="0089679E"/>
    <w:rsid w:val="008A03C2"/>
    <w:rsid w:val="008A5812"/>
    <w:rsid w:val="008A5FD3"/>
    <w:rsid w:val="008A64D4"/>
    <w:rsid w:val="008B3827"/>
    <w:rsid w:val="008B3B59"/>
    <w:rsid w:val="008B6612"/>
    <w:rsid w:val="008B7861"/>
    <w:rsid w:val="008C5A52"/>
    <w:rsid w:val="008D4AF6"/>
    <w:rsid w:val="008D6C95"/>
    <w:rsid w:val="008D708E"/>
    <w:rsid w:val="008E0629"/>
    <w:rsid w:val="008E2020"/>
    <w:rsid w:val="008E2EE9"/>
    <w:rsid w:val="008E4ED2"/>
    <w:rsid w:val="008E5883"/>
    <w:rsid w:val="008E76B8"/>
    <w:rsid w:val="008F4746"/>
    <w:rsid w:val="008F5B74"/>
    <w:rsid w:val="009016BD"/>
    <w:rsid w:val="00903A8F"/>
    <w:rsid w:val="00904CC6"/>
    <w:rsid w:val="00905D80"/>
    <w:rsid w:val="00913A62"/>
    <w:rsid w:val="0091643E"/>
    <w:rsid w:val="00916D57"/>
    <w:rsid w:val="00917C44"/>
    <w:rsid w:val="009205A5"/>
    <w:rsid w:val="00921DD7"/>
    <w:rsid w:val="00923025"/>
    <w:rsid w:val="00927F62"/>
    <w:rsid w:val="00935C0D"/>
    <w:rsid w:val="00937DC4"/>
    <w:rsid w:val="00940713"/>
    <w:rsid w:val="009433BF"/>
    <w:rsid w:val="00943B95"/>
    <w:rsid w:val="0094533D"/>
    <w:rsid w:val="009517B9"/>
    <w:rsid w:val="00951FD5"/>
    <w:rsid w:val="009525B5"/>
    <w:rsid w:val="00952D47"/>
    <w:rsid w:val="00953951"/>
    <w:rsid w:val="00956A74"/>
    <w:rsid w:val="00960E95"/>
    <w:rsid w:val="00961882"/>
    <w:rsid w:val="009666A9"/>
    <w:rsid w:val="0097154A"/>
    <w:rsid w:val="00973D89"/>
    <w:rsid w:val="00976B24"/>
    <w:rsid w:val="00977EC6"/>
    <w:rsid w:val="0098000F"/>
    <w:rsid w:val="009807C5"/>
    <w:rsid w:val="00981712"/>
    <w:rsid w:val="0098196D"/>
    <w:rsid w:val="00986018"/>
    <w:rsid w:val="00986195"/>
    <w:rsid w:val="00990072"/>
    <w:rsid w:val="009908D2"/>
    <w:rsid w:val="00994AFF"/>
    <w:rsid w:val="009969D3"/>
    <w:rsid w:val="00997411"/>
    <w:rsid w:val="00997B18"/>
    <w:rsid w:val="009A334F"/>
    <w:rsid w:val="009A56DB"/>
    <w:rsid w:val="009B3824"/>
    <w:rsid w:val="009B62D3"/>
    <w:rsid w:val="009B740E"/>
    <w:rsid w:val="009C12C0"/>
    <w:rsid w:val="009C5673"/>
    <w:rsid w:val="009C6D77"/>
    <w:rsid w:val="009D0CC9"/>
    <w:rsid w:val="009D1797"/>
    <w:rsid w:val="009D5A6A"/>
    <w:rsid w:val="009D5B80"/>
    <w:rsid w:val="009E1364"/>
    <w:rsid w:val="009E4D6B"/>
    <w:rsid w:val="009F074C"/>
    <w:rsid w:val="009F0937"/>
    <w:rsid w:val="009F50F0"/>
    <w:rsid w:val="00A0180C"/>
    <w:rsid w:val="00A066D5"/>
    <w:rsid w:val="00A067C5"/>
    <w:rsid w:val="00A06F8A"/>
    <w:rsid w:val="00A1123E"/>
    <w:rsid w:val="00A1267A"/>
    <w:rsid w:val="00A14E00"/>
    <w:rsid w:val="00A25E81"/>
    <w:rsid w:val="00A302C5"/>
    <w:rsid w:val="00A304B0"/>
    <w:rsid w:val="00A30FA9"/>
    <w:rsid w:val="00A35677"/>
    <w:rsid w:val="00A40614"/>
    <w:rsid w:val="00A40687"/>
    <w:rsid w:val="00A411DD"/>
    <w:rsid w:val="00A42885"/>
    <w:rsid w:val="00A42F81"/>
    <w:rsid w:val="00A469FD"/>
    <w:rsid w:val="00A4752F"/>
    <w:rsid w:val="00A4783D"/>
    <w:rsid w:val="00A47E36"/>
    <w:rsid w:val="00A510EC"/>
    <w:rsid w:val="00A531B7"/>
    <w:rsid w:val="00A54A65"/>
    <w:rsid w:val="00A56536"/>
    <w:rsid w:val="00A61ADD"/>
    <w:rsid w:val="00A63C38"/>
    <w:rsid w:val="00A6686D"/>
    <w:rsid w:val="00A71749"/>
    <w:rsid w:val="00A73826"/>
    <w:rsid w:val="00A74E7A"/>
    <w:rsid w:val="00A74ED5"/>
    <w:rsid w:val="00A756AE"/>
    <w:rsid w:val="00A7736D"/>
    <w:rsid w:val="00A801FA"/>
    <w:rsid w:val="00A8021A"/>
    <w:rsid w:val="00A81077"/>
    <w:rsid w:val="00A83084"/>
    <w:rsid w:val="00A848B9"/>
    <w:rsid w:val="00A956E8"/>
    <w:rsid w:val="00AA0905"/>
    <w:rsid w:val="00AA1C19"/>
    <w:rsid w:val="00AA2331"/>
    <w:rsid w:val="00AA2A17"/>
    <w:rsid w:val="00AA79DB"/>
    <w:rsid w:val="00AB1B9A"/>
    <w:rsid w:val="00AB7AFE"/>
    <w:rsid w:val="00AB7D41"/>
    <w:rsid w:val="00AC1703"/>
    <w:rsid w:val="00AC2F23"/>
    <w:rsid w:val="00AC4935"/>
    <w:rsid w:val="00AC6C36"/>
    <w:rsid w:val="00AC7A7D"/>
    <w:rsid w:val="00AC7D7E"/>
    <w:rsid w:val="00AC7F23"/>
    <w:rsid w:val="00AD3266"/>
    <w:rsid w:val="00AD56FF"/>
    <w:rsid w:val="00AD57F0"/>
    <w:rsid w:val="00AD5F3A"/>
    <w:rsid w:val="00AE1B2E"/>
    <w:rsid w:val="00AE2AD5"/>
    <w:rsid w:val="00AE5DC3"/>
    <w:rsid w:val="00AF1FF9"/>
    <w:rsid w:val="00AF2EE7"/>
    <w:rsid w:val="00AF64D0"/>
    <w:rsid w:val="00AF751F"/>
    <w:rsid w:val="00B01D67"/>
    <w:rsid w:val="00B04959"/>
    <w:rsid w:val="00B04E80"/>
    <w:rsid w:val="00B14862"/>
    <w:rsid w:val="00B17F49"/>
    <w:rsid w:val="00B23E46"/>
    <w:rsid w:val="00B26751"/>
    <w:rsid w:val="00B270E0"/>
    <w:rsid w:val="00B30D00"/>
    <w:rsid w:val="00B32C83"/>
    <w:rsid w:val="00B34FBB"/>
    <w:rsid w:val="00B35A1D"/>
    <w:rsid w:val="00B37709"/>
    <w:rsid w:val="00B40DB8"/>
    <w:rsid w:val="00B40EDB"/>
    <w:rsid w:val="00B412CC"/>
    <w:rsid w:val="00B4155F"/>
    <w:rsid w:val="00B44A9C"/>
    <w:rsid w:val="00B5008D"/>
    <w:rsid w:val="00B500DE"/>
    <w:rsid w:val="00B5393E"/>
    <w:rsid w:val="00B553B3"/>
    <w:rsid w:val="00B553FB"/>
    <w:rsid w:val="00B55698"/>
    <w:rsid w:val="00B5799B"/>
    <w:rsid w:val="00B60E0E"/>
    <w:rsid w:val="00B67374"/>
    <w:rsid w:val="00B71BC4"/>
    <w:rsid w:val="00B71E59"/>
    <w:rsid w:val="00B728D0"/>
    <w:rsid w:val="00B76CDC"/>
    <w:rsid w:val="00B76E51"/>
    <w:rsid w:val="00B77175"/>
    <w:rsid w:val="00B803C5"/>
    <w:rsid w:val="00B8317F"/>
    <w:rsid w:val="00B84D6E"/>
    <w:rsid w:val="00B8593B"/>
    <w:rsid w:val="00B9025D"/>
    <w:rsid w:val="00B94B1A"/>
    <w:rsid w:val="00BA05EB"/>
    <w:rsid w:val="00BA093A"/>
    <w:rsid w:val="00BA2AF4"/>
    <w:rsid w:val="00BA4D5A"/>
    <w:rsid w:val="00BA4F5F"/>
    <w:rsid w:val="00BA62BA"/>
    <w:rsid w:val="00BA751D"/>
    <w:rsid w:val="00BB5B95"/>
    <w:rsid w:val="00BB5C30"/>
    <w:rsid w:val="00BB7641"/>
    <w:rsid w:val="00BB7BFE"/>
    <w:rsid w:val="00BC07B7"/>
    <w:rsid w:val="00BC099C"/>
    <w:rsid w:val="00BC1263"/>
    <w:rsid w:val="00BC6D8A"/>
    <w:rsid w:val="00BC791B"/>
    <w:rsid w:val="00BD1789"/>
    <w:rsid w:val="00BD223C"/>
    <w:rsid w:val="00BD3F5A"/>
    <w:rsid w:val="00BD4B37"/>
    <w:rsid w:val="00BE02F6"/>
    <w:rsid w:val="00BE17A5"/>
    <w:rsid w:val="00BE3FE0"/>
    <w:rsid w:val="00BE611C"/>
    <w:rsid w:val="00BE7159"/>
    <w:rsid w:val="00BE71D1"/>
    <w:rsid w:val="00BE7792"/>
    <w:rsid w:val="00BF0B84"/>
    <w:rsid w:val="00BF3959"/>
    <w:rsid w:val="00BF5526"/>
    <w:rsid w:val="00BF560F"/>
    <w:rsid w:val="00BF79FE"/>
    <w:rsid w:val="00C0105C"/>
    <w:rsid w:val="00C013D5"/>
    <w:rsid w:val="00C01BFF"/>
    <w:rsid w:val="00C0215B"/>
    <w:rsid w:val="00C03195"/>
    <w:rsid w:val="00C03FEC"/>
    <w:rsid w:val="00C06C93"/>
    <w:rsid w:val="00C11701"/>
    <w:rsid w:val="00C14A0A"/>
    <w:rsid w:val="00C2074F"/>
    <w:rsid w:val="00C20B18"/>
    <w:rsid w:val="00C2160C"/>
    <w:rsid w:val="00C22142"/>
    <w:rsid w:val="00C26AF6"/>
    <w:rsid w:val="00C2790F"/>
    <w:rsid w:val="00C31BF7"/>
    <w:rsid w:val="00C3339F"/>
    <w:rsid w:val="00C356EA"/>
    <w:rsid w:val="00C35A78"/>
    <w:rsid w:val="00C409C9"/>
    <w:rsid w:val="00C40D37"/>
    <w:rsid w:val="00C425DB"/>
    <w:rsid w:val="00C42664"/>
    <w:rsid w:val="00C4365B"/>
    <w:rsid w:val="00C506D2"/>
    <w:rsid w:val="00C51709"/>
    <w:rsid w:val="00C51B23"/>
    <w:rsid w:val="00C51DEA"/>
    <w:rsid w:val="00C63794"/>
    <w:rsid w:val="00C75128"/>
    <w:rsid w:val="00C7531F"/>
    <w:rsid w:val="00C75415"/>
    <w:rsid w:val="00C75724"/>
    <w:rsid w:val="00C761D9"/>
    <w:rsid w:val="00C77365"/>
    <w:rsid w:val="00C773C9"/>
    <w:rsid w:val="00C77459"/>
    <w:rsid w:val="00C859FE"/>
    <w:rsid w:val="00C90998"/>
    <w:rsid w:val="00C96C70"/>
    <w:rsid w:val="00C976EF"/>
    <w:rsid w:val="00C97948"/>
    <w:rsid w:val="00CA587D"/>
    <w:rsid w:val="00CB2E45"/>
    <w:rsid w:val="00CB55AC"/>
    <w:rsid w:val="00CB56E4"/>
    <w:rsid w:val="00CB612E"/>
    <w:rsid w:val="00CC06D3"/>
    <w:rsid w:val="00CC0F52"/>
    <w:rsid w:val="00CC3C77"/>
    <w:rsid w:val="00CD25CD"/>
    <w:rsid w:val="00CD335D"/>
    <w:rsid w:val="00CD33DF"/>
    <w:rsid w:val="00CD5009"/>
    <w:rsid w:val="00CE0FFE"/>
    <w:rsid w:val="00CE1B56"/>
    <w:rsid w:val="00CE3911"/>
    <w:rsid w:val="00CE4CD3"/>
    <w:rsid w:val="00CF13C0"/>
    <w:rsid w:val="00CF1F5C"/>
    <w:rsid w:val="00CF4F2F"/>
    <w:rsid w:val="00CF6C0A"/>
    <w:rsid w:val="00CF7546"/>
    <w:rsid w:val="00D00050"/>
    <w:rsid w:val="00D035FF"/>
    <w:rsid w:val="00D1181D"/>
    <w:rsid w:val="00D14C92"/>
    <w:rsid w:val="00D16E4C"/>
    <w:rsid w:val="00D20A75"/>
    <w:rsid w:val="00D22062"/>
    <w:rsid w:val="00D228BB"/>
    <w:rsid w:val="00D303E8"/>
    <w:rsid w:val="00D34735"/>
    <w:rsid w:val="00D348EA"/>
    <w:rsid w:val="00D35498"/>
    <w:rsid w:val="00D415BA"/>
    <w:rsid w:val="00D4290B"/>
    <w:rsid w:val="00D43386"/>
    <w:rsid w:val="00D44739"/>
    <w:rsid w:val="00D46357"/>
    <w:rsid w:val="00D51629"/>
    <w:rsid w:val="00D52E32"/>
    <w:rsid w:val="00D53D2C"/>
    <w:rsid w:val="00D55D01"/>
    <w:rsid w:val="00D564BD"/>
    <w:rsid w:val="00D5708F"/>
    <w:rsid w:val="00D575EA"/>
    <w:rsid w:val="00D61DAC"/>
    <w:rsid w:val="00D62323"/>
    <w:rsid w:val="00D63121"/>
    <w:rsid w:val="00D63E11"/>
    <w:rsid w:val="00D64C3F"/>
    <w:rsid w:val="00D64FE9"/>
    <w:rsid w:val="00D66B76"/>
    <w:rsid w:val="00D70D27"/>
    <w:rsid w:val="00D731AD"/>
    <w:rsid w:val="00D74006"/>
    <w:rsid w:val="00D744E3"/>
    <w:rsid w:val="00D77CFE"/>
    <w:rsid w:val="00D8300B"/>
    <w:rsid w:val="00D8705C"/>
    <w:rsid w:val="00D91815"/>
    <w:rsid w:val="00D93027"/>
    <w:rsid w:val="00D96C2D"/>
    <w:rsid w:val="00DA2340"/>
    <w:rsid w:val="00DB1621"/>
    <w:rsid w:val="00DB4179"/>
    <w:rsid w:val="00DB5E4E"/>
    <w:rsid w:val="00DB776E"/>
    <w:rsid w:val="00DC10DF"/>
    <w:rsid w:val="00DC37FF"/>
    <w:rsid w:val="00DC4BC8"/>
    <w:rsid w:val="00DC551A"/>
    <w:rsid w:val="00DD172E"/>
    <w:rsid w:val="00DD293F"/>
    <w:rsid w:val="00DD3E7C"/>
    <w:rsid w:val="00DD485D"/>
    <w:rsid w:val="00DD5EA4"/>
    <w:rsid w:val="00DD6C41"/>
    <w:rsid w:val="00DE1444"/>
    <w:rsid w:val="00DE3FAB"/>
    <w:rsid w:val="00DE6660"/>
    <w:rsid w:val="00DE7588"/>
    <w:rsid w:val="00DF214B"/>
    <w:rsid w:val="00DF6B83"/>
    <w:rsid w:val="00E03AFF"/>
    <w:rsid w:val="00E0785B"/>
    <w:rsid w:val="00E11F24"/>
    <w:rsid w:val="00E148B3"/>
    <w:rsid w:val="00E14946"/>
    <w:rsid w:val="00E16290"/>
    <w:rsid w:val="00E16CEE"/>
    <w:rsid w:val="00E17412"/>
    <w:rsid w:val="00E17541"/>
    <w:rsid w:val="00E22BF2"/>
    <w:rsid w:val="00E30086"/>
    <w:rsid w:val="00E314F4"/>
    <w:rsid w:val="00E31B32"/>
    <w:rsid w:val="00E34782"/>
    <w:rsid w:val="00E36B86"/>
    <w:rsid w:val="00E40F9B"/>
    <w:rsid w:val="00E415D8"/>
    <w:rsid w:val="00E41AF5"/>
    <w:rsid w:val="00E4253E"/>
    <w:rsid w:val="00E42C6B"/>
    <w:rsid w:val="00E42E96"/>
    <w:rsid w:val="00E450DF"/>
    <w:rsid w:val="00E473F9"/>
    <w:rsid w:val="00E47F6C"/>
    <w:rsid w:val="00E50B42"/>
    <w:rsid w:val="00E51096"/>
    <w:rsid w:val="00E52B7B"/>
    <w:rsid w:val="00E535FC"/>
    <w:rsid w:val="00E54DCC"/>
    <w:rsid w:val="00E556A8"/>
    <w:rsid w:val="00E60CD0"/>
    <w:rsid w:val="00E63F8B"/>
    <w:rsid w:val="00E65944"/>
    <w:rsid w:val="00E66A0E"/>
    <w:rsid w:val="00E767D9"/>
    <w:rsid w:val="00E80577"/>
    <w:rsid w:val="00E809C0"/>
    <w:rsid w:val="00E81771"/>
    <w:rsid w:val="00E8213D"/>
    <w:rsid w:val="00E83CA5"/>
    <w:rsid w:val="00E83D93"/>
    <w:rsid w:val="00E85016"/>
    <w:rsid w:val="00E86E0A"/>
    <w:rsid w:val="00E90490"/>
    <w:rsid w:val="00E91D9F"/>
    <w:rsid w:val="00E92B88"/>
    <w:rsid w:val="00E9314A"/>
    <w:rsid w:val="00E94F50"/>
    <w:rsid w:val="00E94F92"/>
    <w:rsid w:val="00E956C3"/>
    <w:rsid w:val="00EA66D3"/>
    <w:rsid w:val="00EA7A60"/>
    <w:rsid w:val="00EA7BCA"/>
    <w:rsid w:val="00EB1921"/>
    <w:rsid w:val="00EB4A1B"/>
    <w:rsid w:val="00EB6511"/>
    <w:rsid w:val="00EC2643"/>
    <w:rsid w:val="00EC51F8"/>
    <w:rsid w:val="00EC6B5F"/>
    <w:rsid w:val="00EC6DBE"/>
    <w:rsid w:val="00EC7137"/>
    <w:rsid w:val="00ED1ECC"/>
    <w:rsid w:val="00ED25AF"/>
    <w:rsid w:val="00ED37D4"/>
    <w:rsid w:val="00ED4501"/>
    <w:rsid w:val="00ED5488"/>
    <w:rsid w:val="00ED5FE4"/>
    <w:rsid w:val="00ED63C8"/>
    <w:rsid w:val="00EE1363"/>
    <w:rsid w:val="00EE3A7C"/>
    <w:rsid w:val="00EE3C03"/>
    <w:rsid w:val="00EE4B0A"/>
    <w:rsid w:val="00EE6AED"/>
    <w:rsid w:val="00EF16FB"/>
    <w:rsid w:val="00EF18CC"/>
    <w:rsid w:val="00EF4583"/>
    <w:rsid w:val="00EF5E31"/>
    <w:rsid w:val="00F013D2"/>
    <w:rsid w:val="00F023FE"/>
    <w:rsid w:val="00F02557"/>
    <w:rsid w:val="00F07862"/>
    <w:rsid w:val="00F12E38"/>
    <w:rsid w:val="00F12EC6"/>
    <w:rsid w:val="00F15115"/>
    <w:rsid w:val="00F201CD"/>
    <w:rsid w:val="00F20C94"/>
    <w:rsid w:val="00F23BF7"/>
    <w:rsid w:val="00F3505D"/>
    <w:rsid w:val="00F37977"/>
    <w:rsid w:val="00F41A65"/>
    <w:rsid w:val="00F41F23"/>
    <w:rsid w:val="00F447E2"/>
    <w:rsid w:val="00F456AD"/>
    <w:rsid w:val="00F45944"/>
    <w:rsid w:val="00F473FD"/>
    <w:rsid w:val="00F474B4"/>
    <w:rsid w:val="00F47B64"/>
    <w:rsid w:val="00F5010E"/>
    <w:rsid w:val="00F5081B"/>
    <w:rsid w:val="00F52755"/>
    <w:rsid w:val="00F528B7"/>
    <w:rsid w:val="00F52A0E"/>
    <w:rsid w:val="00F54C80"/>
    <w:rsid w:val="00F57F9E"/>
    <w:rsid w:val="00F60148"/>
    <w:rsid w:val="00F60399"/>
    <w:rsid w:val="00F62B52"/>
    <w:rsid w:val="00F62F3D"/>
    <w:rsid w:val="00F63173"/>
    <w:rsid w:val="00F6494E"/>
    <w:rsid w:val="00F65E3E"/>
    <w:rsid w:val="00F65F9A"/>
    <w:rsid w:val="00F662BF"/>
    <w:rsid w:val="00F707F8"/>
    <w:rsid w:val="00F7235C"/>
    <w:rsid w:val="00F726B4"/>
    <w:rsid w:val="00F758EC"/>
    <w:rsid w:val="00F75B74"/>
    <w:rsid w:val="00F77348"/>
    <w:rsid w:val="00F80B31"/>
    <w:rsid w:val="00F80F4B"/>
    <w:rsid w:val="00F83244"/>
    <w:rsid w:val="00F85966"/>
    <w:rsid w:val="00F86010"/>
    <w:rsid w:val="00F87480"/>
    <w:rsid w:val="00F95EF0"/>
    <w:rsid w:val="00F97249"/>
    <w:rsid w:val="00FA0167"/>
    <w:rsid w:val="00FA35A8"/>
    <w:rsid w:val="00FA427A"/>
    <w:rsid w:val="00FA481E"/>
    <w:rsid w:val="00FA6812"/>
    <w:rsid w:val="00FA6BFC"/>
    <w:rsid w:val="00FB0765"/>
    <w:rsid w:val="00FB21D1"/>
    <w:rsid w:val="00FB2271"/>
    <w:rsid w:val="00FB2609"/>
    <w:rsid w:val="00FB3A5D"/>
    <w:rsid w:val="00FB4134"/>
    <w:rsid w:val="00FB4300"/>
    <w:rsid w:val="00FB6995"/>
    <w:rsid w:val="00FC2752"/>
    <w:rsid w:val="00FC47BA"/>
    <w:rsid w:val="00FC5FBB"/>
    <w:rsid w:val="00FC6B77"/>
    <w:rsid w:val="00FD1934"/>
    <w:rsid w:val="00FD27CB"/>
    <w:rsid w:val="00FD2C9F"/>
    <w:rsid w:val="00FD2F50"/>
    <w:rsid w:val="00FD33CD"/>
    <w:rsid w:val="00FD4C23"/>
    <w:rsid w:val="00FD4E7F"/>
    <w:rsid w:val="00FD6E54"/>
    <w:rsid w:val="00FE36A1"/>
    <w:rsid w:val="00FE4F21"/>
    <w:rsid w:val="00FE7E40"/>
    <w:rsid w:val="00FF2608"/>
    <w:rsid w:val="00FF4F37"/>
    <w:rsid w:val="00FF51FA"/>
    <w:rsid w:val="00FF6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E1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Шапка документу"/>
    <w:basedOn w:val="Normal"/>
    <w:uiPriority w:val="99"/>
    <w:rsid w:val="00C7531F"/>
    <w:pPr>
      <w:keepNext/>
      <w:keepLines/>
      <w:spacing w:after="240" w:line="240" w:lineRule="auto"/>
      <w:ind w:left="4536"/>
      <w:jc w:val="center"/>
    </w:pPr>
    <w:rPr>
      <w:rFonts w:ascii="Antiqua" w:hAnsi="Antiqua" w:cs="Antiqua"/>
      <w:sz w:val="26"/>
      <w:szCs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23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172</Words>
  <Characters>986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Загальний відділ</cp:lastModifiedBy>
  <cp:revision>10</cp:revision>
  <dcterms:created xsi:type="dcterms:W3CDTF">2017-04-20T12:56:00Z</dcterms:created>
  <dcterms:modified xsi:type="dcterms:W3CDTF">2017-05-13T08:47:00Z</dcterms:modified>
</cp:coreProperties>
</file>